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1B" w:rsidRPr="00831A4B" w:rsidRDefault="00616D1B" w:rsidP="001663E7">
      <w:pPr>
        <w:tabs>
          <w:tab w:val="left" w:pos="1985"/>
        </w:tabs>
        <w:spacing w:after="0" w:line="20" w:lineRule="atLeast"/>
        <w:jc w:val="right"/>
        <w:rPr>
          <w:rFonts w:ascii="Times New Roman" w:hAnsi="Times New Roman"/>
          <w:sz w:val="18"/>
          <w:szCs w:val="18"/>
        </w:rPr>
      </w:pPr>
      <w:r w:rsidRPr="00831A4B">
        <w:rPr>
          <w:rFonts w:ascii="Times New Roman" w:hAnsi="Times New Roman"/>
          <w:sz w:val="18"/>
          <w:szCs w:val="18"/>
        </w:rPr>
        <w:t>Приложение</w:t>
      </w:r>
    </w:p>
    <w:p w:rsidR="00616D1B" w:rsidRPr="00831A4B" w:rsidRDefault="00616D1B" w:rsidP="001663E7">
      <w:pPr>
        <w:tabs>
          <w:tab w:val="left" w:pos="1985"/>
        </w:tabs>
        <w:spacing w:after="0" w:line="20" w:lineRule="atLeast"/>
        <w:jc w:val="right"/>
        <w:rPr>
          <w:rFonts w:ascii="Times New Roman" w:hAnsi="Times New Roman"/>
          <w:sz w:val="18"/>
          <w:szCs w:val="18"/>
        </w:rPr>
      </w:pPr>
      <w:r w:rsidRPr="00831A4B">
        <w:rPr>
          <w:rFonts w:ascii="Times New Roman" w:hAnsi="Times New Roman"/>
          <w:sz w:val="18"/>
          <w:szCs w:val="18"/>
        </w:rPr>
        <w:t xml:space="preserve"> к постановлению администрации городского округа</w:t>
      </w:r>
    </w:p>
    <w:p w:rsidR="00616D1B" w:rsidRPr="00831A4B" w:rsidRDefault="00616D1B" w:rsidP="001663E7">
      <w:pPr>
        <w:tabs>
          <w:tab w:val="left" w:pos="1985"/>
        </w:tabs>
        <w:spacing w:after="0" w:line="20" w:lineRule="atLeast"/>
        <w:jc w:val="right"/>
        <w:rPr>
          <w:rFonts w:ascii="Times New Roman" w:hAnsi="Times New Roman"/>
          <w:sz w:val="18"/>
          <w:szCs w:val="18"/>
        </w:rPr>
      </w:pPr>
      <w:r w:rsidRPr="00831A4B">
        <w:rPr>
          <w:rFonts w:ascii="Times New Roman" w:hAnsi="Times New Roman"/>
          <w:sz w:val="18"/>
          <w:szCs w:val="18"/>
        </w:rPr>
        <w:t xml:space="preserve"> Серебряные Пруды Московской области</w:t>
      </w:r>
    </w:p>
    <w:p w:rsidR="00616D1B" w:rsidRPr="002C7C6A" w:rsidRDefault="00616D1B" w:rsidP="001663E7">
      <w:pPr>
        <w:tabs>
          <w:tab w:val="left" w:pos="1985"/>
        </w:tabs>
        <w:spacing w:after="0" w:line="20" w:lineRule="atLeast"/>
        <w:jc w:val="right"/>
        <w:rPr>
          <w:rFonts w:ascii="Times New Roman" w:hAnsi="Times New Roman"/>
          <w:sz w:val="18"/>
          <w:szCs w:val="18"/>
          <w:u w:val="single"/>
        </w:rPr>
      </w:pPr>
      <w:r w:rsidRPr="002C7C6A">
        <w:rPr>
          <w:rFonts w:ascii="Times New Roman" w:hAnsi="Times New Roman"/>
          <w:sz w:val="18"/>
          <w:szCs w:val="18"/>
          <w:u w:val="single"/>
        </w:rPr>
        <w:t>от 01.11.2019№ 1683</w:t>
      </w:r>
    </w:p>
    <w:p w:rsidR="00616D1B" w:rsidRPr="001F6A5E" w:rsidRDefault="00616D1B" w:rsidP="001663E7">
      <w:pPr>
        <w:tabs>
          <w:tab w:val="left" w:pos="1985"/>
        </w:tabs>
        <w:spacing w:after="0" w:line="20" w:lineRule="atLeast"/>
        <w:jc w:val="right"/>
        <w:rPr>
          <w:rFonts w:ascii="Times New Roman" w:hAnsi="Times New Roman"/>
        </w:rPr>
      </w:pPr>
    </w:p>
    <w:p w:rsidR="00616D1B" w:rsidRPr="001F6A5E" w:rsidRDefault="00616D1B" w:rsidP="00F50035">
      <w:pPr>
        <w:tabs>
          <w:tab w:val="left" w:pos="1985"/>
        </w:tabs>
        <w:spacing w:after="0" w:line="20" w:lineRule="atLeast"/>
        <w:jc w:val="right"/>
        <w:rPr>
          <w:rFonts w:ascii="Times New Roman" w:hAnsi="Times New Roman"/>
          <w:color w:val="000000"/>
        </w:rPr>
      </w:pPr>
    </w:p>
    <w:p w:rsidR="00616D1B" w:rsidRPr="00DC03D3" w:rsidRDefault="00616D1B" w:rsidP="00F500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18"/>
          <w:szCs w:val="18"/>
        </w:rPr>
      </w:pPr>
      <w:r w:rsidRPr="00DC03D3">
        <w:rPr>
          <w:rFonts w:ascii="Times New Roman" w:hAnsi="Times New Roman"/>
          <w:b/>
          <w:color w:val="000000"/>
          <w:sz w:val="18"/>
          <w:szCs w:val="18"/>
        </w:rPr>
        <w:t xml:space="preserve">Муниципальная программа городского округа Серебряные Пруды Московской области </w:t>
      </w:r>
    </w:p>
    <w:p w:rsidR="00616D1B" w:rsidRDefault="00616D1B" w:rsidP="00F500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18"/>
          <w:szCs w:val="18"/>
        </w:rPr>
      </w:pPr>
      <w:r w:rsidRPr="00DC03D3">
        <w:rPr>
          <w:rFonts w:ascii="Times New Roman" w:hAnsi="Times New Roman"/>
          <w:b/>
          <w:color w:val="000000"/>
          <w:sz w:val="18"/>
          <w:szCs w:val="18"/>
        </w:rPr>
        <w:t xml:space="preserve">«Жилище» </w:t>
      </w:r>
      <w:bookmarkStart w:id="0" w:name="_GoBack"/>
      <w:bookmarkEnd w:id="0"/>
    </w:p>
    <w:p w:rsidR="00616D1B" w:rsidRPr="00DC03D3" w:rsidRDefault="00616D1B" w:rsidP="00F500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616D1B" w:rsidRPr="00DC03D3" w:rsidRDefault="00616D1B" w:rsidP="005620C7">
      <w:pPr>
        <w:spacing w:after="0" w:line="240" w:lineRule="auto"/>
        <w:jc w:val="center"/>
        <w:rPr>
          <w:rFonts w:ascii="Times New Roman" w:hAnsi="Times New Roman"/>
          <w:b/>
          <w:color w:val="000000"/>
          <w:sz w:val="18"/>
          <w:szCs w:val="18"/>
        </w:rPr>
      </w:pPr>
      <w:r w:rsidRPr="00DC03D3">
        <w:rPr>
          <w:rFonts w:ascii="Times New Roman" w:hAnsi="Times New Roman"/>
          <w:b/>
          <w:color w:val="000000"/>
          <w:sz w:val="18"/>
          <w:szCs w:val="18"/>
        </w:rPr>
        <w:t>1.Паспорт муниципальной программы</w:t>
      </w:r>
    </w:p>
    <w:p w:rsidR="00616D1B" w:rsidRPr="00DC03D3" w:rsidRDefault="00616D1B" w:rsidP="004F41FA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515"/>
        <w:gridCol w:w="2359"/>
        <w:gridCol w:w="1843"/>
        <w:gridCol w:w="1559"/>
        <w:gridCol w:w="1843"/>
        <w:gridCol w:w="1701"/>
        <w:gridCol w:w="1843"/>
      </w:tblGrid>
      <w:tr w:rsidR="00616D1B" w:rsidRPr="00787DC7" w:rsidTr="00401ECF">
        <w:tc>
          <w:tcPr>
            <w:tcW w:w="3515" w:type="dxa"/>
          </w:tcPr>
          <w:p w:rsidR="00616D1B" w:rsidRPr="00DC03D3" w:rsidRDefault="00616D1B" w:rsidP="00EB29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Координатор муниципальной программы</w:t>
            </w:r>
          </w:p>
        </w:tc>
        <w:tc>
          <w:tcPr>
            <w:tcW w:w="11148" w:type="dxa"/>
            <w:gridSpan w:val="6"/>
            <w:vAlign w:val="center"/>
          </w:tcPr>
          <w:p w:rsidR="00616D1B" w:rsidRPr="00787DC7" w:rsidRDefault="00616D1B" w:rsidP="00EB2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DC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Первый заместитель главы администрации городского округа Серебряные Пруды Московской области </w:t>
            </w:r>
          </w:p>
          <w:p w:rsidR="00616D1B" w:rsidRPr="00787DC7" w:rsidRDefault="00616D1B" w:rsidP="00EB2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DC7">
              <w:rPr>
                <w:rFonts w:ascii="Times New Roman" w:hAnsi="Times New Roman"/>
                <w:color w:val="000000"/>
                <w:sz w:val="18"/>
                <w:szCs w:val="18"/>
              </w:rPr>
              <w:t>А. Н. Пушкарев</w:t>
            </w:r>
          </w:p>
        </w:tc>
      </w:tr>
      <w:tr w:rsidR="00616D1B" w:rsidRPr="00787DC7" w:rsidTr="00401ECF">
        <w:tc>
          <w:tcPr>
            <w:tcW w:w="3515" w:type="dxa"/>
          </w:tcPr>
          <w:p w:rsidR="00616D1B" w:rsidRPr="00DC03D3" w:rsidRDefault="00616D1B" w:rsidP="00EB29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Муниципальный заказчик программы</w:t>
            </w:r>
          </w:p>
        </w:tc>
        <w:tc>
          <w:tcPr>
            <w:tcW w:w="11148" w:type="dxa"/>
            <w:gridSpan w:val="6"/>
            <w:vAlign w:val="center"/>
          </w:tcPr>
          <w:p w:rsidR="00616D1B" w:rsidRPr="00787DC7" w:rsidRDefault="00616D1B" w:rsidP="00EB2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DC7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городского округа Серебряные Пруды Московской области</w:t>
            </w:r>
          </w:p>
        </w:tc>
      </w:tr>
      <w:tr w:rsidR="00616D1B" w:rsidRPr="00787DC7" w:rsidTr="00401ECF">
        <w:tc>
          <w:tcPr>
            <w:tcW w:w="3515" w:type="dxa"/>
          </w:tcPr>
          <w:p w:rsidR="00616D1B" w:rsidRPr="00DC03D3" w:rsidRDefault="00616D1B" w:rsidP="00EB29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Цели муниципальной программы</w:t>
            </w:r>
          </w:p>
        </w:tc>
        <w:tc>
          <w:tcPr>
            <w:tcW w:w="11148" w:type="dxa"/>
            <w:gridSpan w:val="6"/>
            <w:vAlign w:val="center"/>
          </w:tcPr>
          <w:p w:rsidR="00616D1B" w:rsidRPr="00787DC7" w:rsidRDefault="00616D1B" w:rsidP="00EB2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DC7">
              <w:rPr>
                <w:rFonts w:ascii="Times New Roman" w:hAnsi="Times New Roman"/>
                <w:color w:val="000000"/>
                <w:sz w:val="18"/>
                <w:szCs w:val="18"/>
              </w:rPr>
              <w:t>Повышение доступности жилья для населения, обеспечение безопасных и комфортных условий проживания в городском округе Серебряные Пруды Московской области</w:t>
            </w:r>
          </w:p>
        </w:tc>
      </w:tr>
      <w:tr w:rsidR="00616D1B" w:rsidRPr="00787DC7" w:rsidTr="00495DE1">
        <w:trPr>
          <w:trHeight w:val="1349"/>
        </w:trPr>
        <w:tc>
          <w:tcPr>
            <w:tcW w:w="3515" w:type="dxa"/>
          </w:tcPr>
          <w:p w:rsidR="00616D1B" w:rsidRPr="00DC03D3" w:rsidRDefault="00616D1B" w:rsidP="00EB29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Перечень подпрограмм</w:t>
            </w:r>
          </w:p>
        </w:tc>
        <w:tc>
          <w:tcPr>
            <w:tcW w:w="11148" w:type="dxa"/>
            <w:gridSpan w:val="6"/>
            <w:vAlign w:val="center"/>
          </w:tcPr>
          <w:p w:rsidR="00616D1B" w:rsidRPr="00787DC7" w:rsidRDefault="00616D1B" w:rsidP="00401EC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DC03D3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Pr="00DC03D3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DC03D3">
              <w:rPr>
                <w:rFonts w:ascii="Times New Roman" w:hAnsi="Times New Roman"/>
                <w:sz w:val="18"/>
                <w:szCs w:val="18"/>
              </w:rPr>
              <w:t xml:space="preserve"> «Комплексное освоение земельных участков в целях жилищного строительства и развитие застроенных территорий»</w:t>
            </w:r>
            <w:r w:rsidRPr="00DC03D3">
              <w:rPr>
                <w:rFonts w:ascii="Times New Roman" w:hAnsi="Times New Roman"/>
                <w:sz w:val="18"/>
                <w:szCs w:val="18"/>
              </w:rPr>
              <w:br/>
              <w:t xml:space="preserve">Подпрограмма </w:t>
            </w:r>
            <w:r w:rsidRPr="00DC03D3">
              <w:rPr>
                <w:rFonts w:ascii="Times New Roman" w:hAnsi="Times New Roman"/>
                <w:sz w:val="18"/>
                <w:szCs w:val="18"/>
                <w:lang w:val="en-US"/>
              </w:rPr>
              <w:t>II</w:t>
            </w:r>
            <w:r w:rsidRPr="00DC03D3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Pr="00787DC7">
              <w:rPr>
                <w:rFonts w:ascii="Times New Roman" w:hAnsi="Times New Roman"/>
                <w:sz w:val="18"/>
                <w:szCs w:val="18"/>
              </w:rPr>
              <w:t>Обеспечение жильем молодых семей»</w:t>
            </w:r>
          </w:p>
          <w:p w:rsidR="00616D1B" w:rsidRPr="00DC03D3" w:rsidRDefault="00616D1B" w:rsidP="007B732A">
            <w:pPr>
              <w:pStyle w:val="NoSpacing"/>
              <w:rPr>
                <w:rFonts w:ascii="Times New Roman" w:hAnsi="Times New Roman"/>
                <w:bCs/>
                <w:sz w:val="18"/>
                <w:szCs w:val="18"/>
              </w:rPr>
            </w:pPr>
            <w:r w:rsidRPr="00DC03D3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Pr="00DC03D3">
              <w:rPr>
                <w:rFonts w:ascii="Times New Roman" w:hAnsi="Times New Roman"/>
                <w:sz w:val="18"/>
                <w:szCs w:val="18"/>
                <w:lang w:val="en-US"/>
              </w:rPr>
              <w:t>III</w:t>
            </w:r>
            <w:r w:rsidRPr="00DC03D3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Pr="00DC03D3">
              <w:rPr>
                <w:rFonts w:ascii="Times New Roman" w:hAnsi="Times New Roman"/>
                <w:bCs/>
                <w:sz w:val="18"/>
                <w:szCs w:val="18"/>
              </w:rPr>
              <w:t>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  <w:p w:rsidR="00616D1B" w:rsidRPr="00787DC7" w:rsidRDefault="00616D1B" w:rsidP="00115BFB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787DC7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Pr="00787DC7">
              <w:rPr>
                <w:rFonts w:ascii="Times New Roman" w:hAnsi="Times New Roman"/>
                <w:sz w:val="18"/>
                <w:szCs w:val="18"/>
                <w:lang w:val="en-US"/>
              </w:rPr>
              <w:t>VIII</w:t>
            </w:r>
            <w:r w:rsidRPr="00787DC7">
              <w:rPr>
                <w:rFonts w:ascii="Times New Roman" w:hAnsi="Times New Roman"/>
                <w:sz w:val="18"/>
                <w:szCs w:val="18"/>
              </w:rPr>
              <w:t xml:space="preserve"> «Обеспечение жильем отдельных категорий граждан, установленных федеральным законодательством»</w:t>
            </w:r>
          </w:p>
        </w:tc>
      </w:tr>
      <w:tr w:rsidR="00616D1B" w:rsidRPr="00787DC7" w:rsidTr="00401ECF">
        <w:tc>
          <w:tcPr>
            <w:tcW w:w="3515" w:type="dxa"/>
            <w:vMerge w:val="restart"/>
          </w:tcPr>
          <w:p w:rsidR="00616D1B" w:rsidRPr="00DC03D3" w:rsidRDefault="00616D1B" w:rsidP="00EB29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1148" w:type="dxa"/>
            <w:gridSpan w:val="6"/>
          </w:tcPr>
          <w:p w:rsidR="00616D1B" w:rsidRPr="00DC03D3" w:rsidRDefault="00616D1B" w:rsidP="0018763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Расходы (тыс. рублей)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по годам</w:t>
            </w:r>
          </w:p>
        </w:tc>
      </w:tr>
      <w:tr w:rsidR="00616D1B" w:rsidRPr="00787DC7" w:rsidTr="007C3A42">
        <w:trPr>
          <w:trHeight w:val="739"/>
        </w:trPr>
        <w:tc>
          <w:tcPr>
            <w:tcW w:w="3515" w:type="dxa"/>
            <w:vMerge/>
            <w:vAlign w:val="center"/>
          </w:tcPr>
          <w:p w:rsidR="00616D1B" w:rsidRPr="00DC03D3" w:rsidRDefault="00616D1B" w:rsidP="00EB29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9" w:type="dxa"/>
          </w:tcPr>
          <w:p w:rsidR="00616D1B" w:rsidRPr="00DC03D3" w:rsidRDefault="00616D1B" w:rsidP="00F500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</w:tcPr>
          <w:p w:rsidR="00616D1B" w:rsidRPr="00787DC7" w:rsidRDefault="00616D1B" w:rsidP="00B41EB1">
            <w:pPr>
              <w:jc w:val="center"/>
              <w:rPr>
                <w:sz w:val="18"/>
                <w:szCs w:val="18"/>
              </w:rPr>
            </w:pPr>
            <w:r w:rsidRPr="00787DC7">
              <w:rPr>
                <w:rFonts w:ascii="Times New Roman" w:hAnsi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559" w:type="dxa"/>
          </w:tcPr>
          <w:p w:rsidR="00616D1B" w:rsidRPr="00787DC7" w:rsidRDefault="00616D1B" w:rsidP="00B41EB1">
            <w:pPr>
              <w:jc w:val="center"/>
              <w:rPr>
                <w:sz w:val="18"/>
                <w:szCs w:val="18"/>
              </w:rPr>
            </w:pPr>
            <w:r w:rsidRPr="00787DC7">
              <w:rPr>
                <w:rFonts w:ascii="Times New Roman" w:hAnsi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1843" w:type="dxa"/>
          </w:tcPr>
          <w:p w:rsidR="00616D1B" w:rsidRPr="00787DC7" w:rsidRDefault="00616D1B" w:rsidP="00B41EB1">
            <w:pPr>
              <w:jc w:val="center"/>
              <w:rPr>
                <w:sz w:val="18"/>
                <w:szCs w:val="18"/>
              </w:rPr>
            </w:pPr>
            <w:r w:rsidRPr="00787DC7">
              <w:rPr>
                <w:rFonts w:ascii="Times New Roman" w:hAnsi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701" w:type="dxa"/>
          </w:tcPr>
          <w:p w:rsidR="00616D1B" w:rsidRPr="00787DC7" w:rsidRDefault="00616D1B" w:rsidP="00DC70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7DC7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1843" w:type="dxa"/>
          </w:tcPr>
          <w:p w:rsidR="00616D1B" w:rsidRPr="00787DC7" w:rsidRDefault="00616D1B" w:rsidP="00DC70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7DC7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</w:tr>
      <w:tr w:rsidR="00616D1B" w:rsidRPr="00787DC7" w:rsidTr="007C3A42">
        <w:tc>
          <w:tcPr>
            <w:tcW w:w="3515" w:type="dxa"/>
          </w:tcPr>
          <w:p w:rsidR="00616D1B" w:rsidRPr="00DC03D3" w:rsidRDefault="00616D1B" w:rsidP="00EB29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2359" w:type="dxa"/>
          </w:tcPr>
          <w:p w:rsidR="00616D1B" w:rsidRPr="00DC03D3" w:rsidRDefault="00616D1B" w:rsidP="00C929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6 976,00</w:t>
            </w:r>
          </w:p>
        </w:tc>
        <w:tc>
          <w:tcPr>
            <w:tcW w:w="1843" w:type="dxa"/>
          </w:tcPr>
          <w:p w:rsidR="00616D1B" w:rsidRPr="00DC03D3" w:rsidRDefault="00616D1B" w:rsidP="00C929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4 638</w:t>
            </w:r>
            <w:r w:rsidRPr="00DC03D3">
              <w:rPr>
                <w:rFonts w:ascii="Times New Roman" w:hAnsi="Times New Roman"/>
                <w:sz w:val="18"/>
                <w:szCs w:val="18"/>
                <w:lang w:eastAsia="en-US"/>
              </w:rPr>
              <w:t>,0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</w:tcPr>
          <w:p w:rsidR="00616D1B" w:rsidRPr="00DC03D3" w:rsidRDefault="00616D1B" w:rsidP="007667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1 863,00</w:t>
            </w:r>
          </w:p>
        </w:tc>
        <w:tc>
          <w:tcPr>
            <w:tcW w:w="1843" w:type="dxa"/>
          </w:tcPr>
          <w:p w:rsidR="00616D1B" w:rsidRPr="00DC03D3" w:rsidRDefault="00616D1B" w:rsidP="00801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475,00</w:t>
            </w:r>
          </w:p>
        </w:tc>
        <w:tc>
          <w:tcPr>
            <w:tcW w:w="1701" w:type="dxa"/>
          </w:tcPr>
          <w:p w:rsidR="00616D1B" w:rsidRPr="00DC03D3" w:rsidRDefault="00616D1B" w:rsidP="00DC70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843" w:type="dxa"/>
          </w:tcPr>
          <w:p w:rsidR="00616D1B" w:rsidRPr="00DC03D3" w:rsidRDefault="00616D1B" w:rsidP="00DC70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,00</w:t>
            </w:r>
          </w:p>
        </w:tc>
      </w:tr>
      <w:tr w:rsidR="00616D1B" w:rsidRPr="00787DC7" w:rsidTr="007C3A42">
        <w:tc>
          <w:tcPr>
            <w:tcW w:w="3515" w:type="dxa"/>
          </w:tcPr>
          <w:p w:rsidR="00616D1B" w:rsidRPr="00DC03D3" w:rsidRDefault="00616D1B" w:rsidP="00EB29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Средства федерального бюджета</w:t>
            </w:r>
          </w:p>
        </w:tc>
        <w:tc>
          <w:tcPr>
            <w:tcW w:w="2359" w:type="dxa"/>
          </w:tcPr>
          <w:p w:rsidR="00616D1B" w:rsidRPr="00DC03D3" w:rsidRDefault="00616D1B" w:rsidP="007667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3 306</w:t>
            </w: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</w:tcPr>
          <w:p w:rsidR="00616D1B" w:rsidRPr="00DC03D3" w:rsidRDefault="00616D1B" w:rsidP="00C929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 w:rsidRPr="00DC03D3">
              <w:rPr>
                <w:rFonts w:ascii="Times New Roman" w:hAnsi="Times New Roman"/>
                <w:sz w:val="18"/>
                <w:szCs w:val="18"/>
                <w:lang w:eastAsia="en-US"/>
              </w:rPr>
              <w:t>102,0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</w:tcPr>
          <w:p w:rsidR="00616D1B" w:rsidRPr="00DC03D3" w:rsidRDefault="00616D1B" w:rsidP="00C929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1 102,00</w:t>
            </w:r>
          </w:p>
        </w:tc>
        <w:tc>
          <w:tcPr>
            <w:tcW w:w="1843" w:type="dxa"/>
          </w:tcPr>
          <w:p w:rsidR="00616D1B" w:rsidRPr="00DC03D3" w:rsidRDefault="00616D1B" w:rsidP="008011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1 102,00</w:t>
            </w:r>
          </w:p>
        </w:tc>
        <w:tc>
          <w:tcPr>
            <w:tcW w:w="1701" w:type="dxa"/>
          </w:tcPr>
          <w:p w:rsidR="00616D1B" w:rsidRPr="00DC03D3" w:rsidRDefault="00616D1B" w:rsidP="00DC70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843" w:type="dxa"/>
          </w:tcPr>
          <w:p w:rsidR="00616D1B" w:rsidRPr="00DC03D3" w:rsidRDefault="00616D1B" w:rsidP="00DC70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,00</w:t>
            </w:r>
          </w:p>
        </w:tc>
      </w:tr>
      <w:tr w:rsidR="00616D1B" w:rsidRPr="00787DC7" w:rsidTr="007C3A42">
        <w:tc>
          <w:tcPr>
            <w:tcW w:w="3515" w:type="dxa"/>
          </w:tcPr>
          <w:p w:rsidR="00616D1B" w:rsidRPr="00DC03D3" w:rsidRDefault="00616D1B" w:rsidP="00EB29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Средства бюджета городского округа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Серебряные Пруды</w:t>
            </w:r>
          </w:p>
        </w:tc>
        <w:tc>
          <w:tcPr>
            <w:tcW w:w="2359" w:type="dxa"/>
          </w:tcPr>
          <w:p w:rsidR="00616D1B" w:rsidRPr="00DC03D3" w:rsidRDefault="00616D1B" w:rsidP="00C929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843" w:type="dxa"/>
          </w:tcPr>
          <w:p w:rsidR="00616D1B" w:rsidRPr="00DC03D3" w:rsidRDefault="00616D1B" w:rsidP="00C929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559" w:type="dxa"/>
          </w:tcPr>
          <w:p w:rsidR="00616D1B" w:rsidRPr="00DC03D3" w:rsidRDefault="00616D1B" w:rsidP="00C929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843" w:type="dxa"/>
          </w:tcPr>
          <w:p w:rsidR="00616D1B" w:rsidRPr="00DC03D3" w:rsidRDefault="00616D1B" w:rsidP="0080111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701" w:type="dxa"/>
          </w:tcPr>
          <w:p w:rsidR="00616D1B" w:rsidRPr="00DC03D3" w:rsidRDefault="00616D1B" w:rsidP="00DC70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843" w:type="dxa"/>
          </w:tcPr>
          <w:p w:rsidR="00616D1B" w:rsidRPr="00DC03D3" w:rsidRDefault="00616D1B" w:rsidP="00DC70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</w:tr>
      <w:tr w:rsidR="00616D1B" w:rsidRPr="00787DC7" w:rsidTr="007C3A42">
        <w:tc>
          <w:tcPr>
            <w:tcW w:w="3515" w:type="dxa"/>
          </w:tcPr>
          <w:p w:rsidR="00616D1B" w:rsidRPr="00DC03D3" w:rsidRDefault="00616D1B" w:rsidP="00EB29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Внебюджетные средства</w:t>
            </w:r>
          </w:p>
        </w:tc>
        <w:tc>
          <w:tcPr>
            <w:tcW w:w="2359" w:type="dxa"/>
          </w:tcPr>
          <w:p w:rsidR="00616D1B" w:rsidRPr="00DC03D3" w:rsidRDefault="00616D1B" w:rsidP="00C929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843" w:type="dxa"/>
          </w:tcPr>
          <w:p w:rsidR="00616D1B" w:rsidRPr="00DC03D3" w:rsidRDefault="00616D1B" w:rsidP="00C929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559" w:type="dxa"/>
          </w:tcPr>
          <w:p w:rsidR="00616D1B" w:rsidRPr="00DC03D3" w:rsidRDefault="00616D1B" w:rsidP="00C929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843" w:type="dxa"/>
          </w:tcPr>
          <w:p w:rsidR="00616D1B" w:rsidRPr="00DC03D3" w:rsidRDefault="00616D1B" w:rsidP="0080111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701" w:type="dxa"/>
          </w:tcPr>
          <w:p w:rsidR="00616D1B" w:rsidRPr="00DC03D3" w:rsidRDefault="00616D1B" w:rsidP="00DC70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843" w:type="dxa"/>
          </w:tcPr>
          <w:p w:rsidR="00616D1B" w:rsidRPr="00DC03D3" w:rsidRDefault="00616D1B" w:rsidP="00DC70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</w:tr>
      <w:tr w:rsidR="00616D1B" w:rsidRPr="00787DC7" w:rsidTr="007C3A42">
        <w:tc>
          <w:tcPr>
            <w:tcW w:w="3515" w:type="dxa"/>
          </w:tcPr>
          <w:p w:rsidR="00616D1B" w:rsidRPr="00DC03D3" w:rsidRDefault="00616D1B" w:rsidP="00EB29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Всего, в том числе по годам:</w:t>
            </w:r>
          </w:p>
        </w:tc>
        <w:tc>
          <w:tcPr>
            <w:tcW w:w="2359" w:type="dxa"/>
          </w:tcPr>
          <w:p w:rsidR="00616D1B" w:rsidRPr="00DC03D3" w:rsidRDefault="00616D1B" w:rsidP="00C929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10 282,00</w:t>
            </w:r>
          </w:p>
        </w:tc>
        <w:tc>
          <w:tcPr>
            <w:tcW w:w="1843" w:type="dxa"/>
          </w:tcPr>
          <w:p w:rsidR="00616D1B" w:rsidRPr="00DC03D3" w:rsidRDefault="00616D1B" w:rsidP="00C929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5 740</w:t>
            </w: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</w:tcPr>
          <w:p w:rsidR="00616D1B" w:rsidRPr="00DC03D3" w:rsidRDefault="00616D1B" w:rsidP="007667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2 965,00</w:t>
            </w:r>
          </w:p>
        </w:tc>
        <w:tc>
          <w:tcPr>
            <w:tcW w:w="1843" w:type="dxa"/>
          </w:tcPr>
          <w:p w:rsidR="00616D1B" w:rsidRPr="00DC03D3" w:rsidRDefault="00616D1B" w:rsidP="0080111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1 577,00</w:t>
            </w:r>
          </w:p>
        </w:tc>
        <w:tc>
          <w:tcPr>
            <w:tcW w:w="1701" w:type="dxa"/>
          </w:tcPr>
          <w:p w:rsidR="00616D1B" w:rsidRPr="00DC03D3" w:rsidRDefault="00616D1B" w:rsidP="00DC70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843" w:type="dxa"/>
          </w:tcPr>
          <w:p w:rsidR="00616D1B" w:rsidRPr="00DC03D3" w:rsidRDefault="00616D1B" w:rsidP="00DC70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C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,00</w:t>
            </w:r>
          </w:p>
        </w:tc>
      </w:tr>
    </w:tbl>
    <w:p w:rsidR="00616D1B" w:rsidRDefault="00616D1B" w:rsidP="003F3551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16D1B" w:rsidRDefault="00616D1B" w:rsidP="003F3551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16D1B" w:rsidRPr="00DC03D3" w:rsidRDefault="00616D1B" w:rsidP="003F3551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16D1B" w:rsidRPr="00DC03D3" w:rsidRDefault="00616D1B" w:rsidP="003F3551">
      <w:pPr>
        <w:spacing w:after="0"/>
        <w:jc w:val="right"/>
        <w:rPr>
          <w:rFonts w:ascii="Times New Roman" w:hAnsi="Times New Roman"/>
          <w:sz w:val="18"/>
          <w:szCs w:val="18"/>
        </w:rPr>
      </w:pPr>
    </w:p>
    <w:p w:rsidR="00616D1B" w:rsidRPr="00097792" w:rsidRDefault="00616D1B" w:rsidP="00831A4B">
      <w:pPr>
        <w:widowControl w:val="0"/>
        <w:autoSpaceDE w:val="0"/>
        <w:autoSpaceDN w:val="0"/>
        <w:ind w:left="360"/>
        <w:jc w:val="center"/>
        <w:rPr>
          <w:rFonts w:ascii="Times New Roman" w:hAnsi="Times New Roman"/>
          <w:b/>
        </w:rPr>
      </w:pPr>
    </w:p>
    <w:sectPr w:rsidR="00616D1B" w:rsidRPr="00097792" w:rsidSect="003F3551">
      <w:pgSz w:w="16838" w:h="11906" w:orient="landscape"/>
      <w:pgMar w:top="85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A35A6"/>
    <w:multiLevelType w:val="hybridMultilevel"/>
    <w:tmpl w:val="F072F12A"/>
    <w:lvl w:ilvl="0" w:tplc="9BB28B8A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7D82191"/>
    <w:multiLevelType w:val="hybridMultilevel"/>
    <w:tmpl w:val="83F02802"/>
    <w:lvl w:ilvl="0" w:tplc="587863EA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F697461"/>
    <w:multiLevelType w:val="hybridMultilevel"/>
    <w:tmpl w:val="5594864E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2F1A04"/>
    <w:multiLevelType w:val="hybridMultilevel"/>
    <w:tmpl w:val="72464B36"/>
    <w:lvl w:ilvl="0" w:tplc="BF28FD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F0565F"/>
    <w:multiLevelType w:val="hybridMultilevel"/>
    <w:tmpl w:val="DC844246"/>
    <w:lvl w:ilvl="0" w:tplc="2154F63C">
      <w:start w:val="1"/>
      <w:numFmt w:val="upperRoman"/>
      <w:lvlText w:val="%1."/>
      <w:lvlJc w:val="left"/>
      <w:pPr>
        <w:ind w:left="13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5">
    <w:nsid w:val="19766B42"/>
    <w:multiLevelType w:val="hybridMultilevel"/>
    <w:tmpl w:val="D676FAEC"/>
    <w:lvl w:ilvl="0" w:tplc="4E9C3D1C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1BF24EC0"/>
    <w:multiLevelType w:val="hybridMultilevel"/>
    <w:tmpl w:val="1382A66E"/>
    <w:lvl w:ilvl="0" w:tplc="F8D0D4B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FC3C5D"/>
    <w:multiLevelType w:val="hybridMultilevel"/>
    <w:tmpl w:val="69CE98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CB2350"/>
    <w:multiLevelType w:val="hybridMultilevel"/>
    <w:tmpl w:val="5594864E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FC336D"/>
    <w:multiLevelType w:val="hybridMultilevel"/>
    <w:tmpl w:val="28767F88"/>
    <w:lvl w:ilvl="0" w:tplc="9A007DCA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29D50CD3"/>
    <w:multiLevelType w:val="hybridMultilevel"/>
    <w:tmpl w:val="92F67A7C"/>
    <w:lvl w:ilvl="0" w:tplc="4F6AFFBC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2D6244E9"/>
    <w:multiLevelType w:val="hybridMultilevel"/>
    <w:tmpl w:val="C1847CAE"/>
    <w:lvl w:ilvl="0" w:tplc="B6BCFDBA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E595065"/>
    <w:multiLevelType w:val="hybridMultilevel"/>
    <w:tmpl w:val="5594864E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7E14E9"/>
    <w:multiLevelType w:val="hybridMultilevel"/>
    <w:tmpl w:val="1EDEB3D0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71F6E5D"/>
    <w:multiLevelType w:val="hybridMultilevel"/>
    <w:tmpl w:val="5594864E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96D381D"/>
    <w:multiLevelType w:val="hybridMultilevel"/>
    <w:tmpl w:val="71AA149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CDE49EE"/>
    <w:multiLevelType w:val="hybridMultilevel"/>
    <w:tmpl w:val="4BF6A8AC"/>
    <w:lvl w:ilvl="0" w:tplc="EA788680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4481534F"/>
    <w:multiLevelType w:val="hybridMultilevel"/>
    <w:tmpl w:val="981254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49B26FC"/>
    <w:multiLevelType w:val="hybridMultilevel"/>
    <w:tmpl w:val="B5DA04DE"/>
    <w:lvl w:ilvl="0" w:tplc="3F12F648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47E30796"/>
    <w:multiLevelType w:val="hybridMultilevel"/>
    <w:tmpl w:val="565EC2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0E5C4C"/>
    <w:multiLevelType w:val="hybridMultilevel"/>
    <w:tmpl w:val="E988CD3A"/>
    <w:lvl w:ilvl="0" w:tplc="244CDF9C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4B8504BF"/>
    <w:multiLevelType w:val="hybridMultilevel"/>
    <w:tmpl w:val="E44A8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D737CF1"/>
    <w:multiLevelType w:val="hybridMultilevel"/>
    <w:tmpl w:val="DDD6126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4DDD6133"/>
    <w:multiLevelType w:val="multilevel"/>
    <w:tmpl w:val="EFC4C7AC"/>
    <w:lvl w:ilvl="0">
      <w:start w:val="1"/>
      <w:numFmt w:val="decimal"/>
      <w:pStyle w:val="2-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2422" w:hanging="720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7100" w:hanging="720"/>
      </w:pPr>
      <w:rPr>
        <w:rFonts w:cs="Times New Roman"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  <w:color w:val="auto"/>
        <w:sz w:val="24"/>
        <w:szCs w:val="24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4">
    <w:nsid w:val="50017366"/>
    <w:multiLevelType w:val="hybridMultilevel"/>
    <w:tmpl w:val="55A4F822"/>
    <w:lvl w:ilvl="0" w:tplc="61A6905A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>
    <w:nsid w:val="559467C7"/>
    <w:multiLevelType w:val="hybridMultilevel"/>
    <w:tmpl w:val="E6363006"/>
    <w:lvl w:ilvl="0" w:tplc="79205D90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6">
    <w:nsid w:val="5ADC74B1"/>
    <w:multiLevelType w:val="hybridMultilevel"/>
    <w:tmpl w:val="69CE98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31865C2"/>
    <w:multiLevelType w:val="hybridMultilevel"/>
    <w:tmpl w:val="3C4458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40D1BB3"/>
    <w:multiLevelType w:val="multilevel"/>
    <w:tmpl w:val="0E66A77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9">
    <w:nsid w:val="64317659"/>
    <w:multiLevelType w:val="hybridMultilevel"/>
    <w:tmpl w:val="5594864E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7154E7E"/>
    <w:multiLevelType w:val="hybridMultilevel"/>
    <w:tmpl w:val="E44A8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8886968"/>
    <w:multiLevelType w:val="hybridMultilevel"/>
    <w:tmpl w:val="977C0B58"/>
    <w:lvl w:ilvl="0" w:tplc="F60A876A">
      <w:start w:val="1"/>
      <w:numFmt w:val="decimal"/>
      <w:lvlText w:val="%1"/>
      <w:lvlJc w:val="left"/>
      <w:pPr>
        <w:ind w:left="615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32">
    <w:nsid w:val="6B501F43"/>
    <w:multiLevelType w:val="hybridMultilevel"/>
    <w:tmpl w:val="83F02802"/>
    <w:lvl w:ilvl="0" w:tplc="587863EA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>
    <w:nsid w:val="6F41501C"/>
    <w:multiLevelType w:val="hybridMultilevel"/>
    <w:tmpl w:val="5594864E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0332EC2"/>
    <w:multiLevelType w:val="hybridMultilevel"/>
    <w:tmpl w:val="9650035A"/>
    <w:lvl w:ilvl="0" w:tplc="F56E3CA2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5">
    <w:nsid w:val="73DE5FBF"/>
    <w:multiLevelType w:val="hybridMultilevel"/>
    <w:tmpl w:val="519C40D4"/>
    <w:lvl w:ilvl="0" w:tplc="295C103C">
      <w:start w:val="1"/>
      <w:numFmt w:val="decimal"/>
      <w:lvlText w:val="%1)"/>
      <w:lvlJc w:val="left"/>
      <w:pPr>
        <w:ind w:left="108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7467705B"/>
    <w:multiLevelType w:val="hybridMultilevel"/>
    <w:tmpl w:val="EB8ACBF0"/>
    <w:lvl w:ilvl="0" w:tplc="3A0673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8A77A7C"/>
    <w:multiLevelType w:val="hybridMultilevel"/>
    <w:tmpl w:val="E44A8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B9318BD"/>
    <w:multiLevelType w:val="hybridMultilevel"/>
    <w:tmpl w:val="28767F88"/>
    <w:lvl w:ilvl="0" w:tplc="9A007DCA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23"/>
  </w:num>
  <w:num w:numId="2">
    <w:abstractNumId w:val="25"/>
  </w:num>
  <w:num w:numId="3">
    <w:abstractNumId w:val="34"/>
  </w:num>
  <w:num w:numId="4">
    <w:abstractNumId w:val="24"/>
  </w:num>
  <w:num w:numId="5">
    <w:abstractNumId w:val="10"/>
  </w:num>
  <w:num w:numId="6">
    <w:abstractNumId w:val="38"/>
  </w:num>
  <w:num w:numId="7">
    <w:abstractNumId w:val="9"/>
  </w:num>
  <w:num w:numId="8">
    <w:abstractNumId w:val="1"/>
  </w:num>
  <w:num w:numId="9">
    <w:abstractNumId w:val="16"/>
  </w:num>
  <w:num w:numId="10">
    <w:abstractNumId w:val="18"/>
  </w:num>
  <w:num w:numId="11">
    <w:abstractNumId w:val="20"/>
  </w:num>
  <w:num w:numId="12">
    <w:abstractNumId w:val="35"/>
  </w:num>
  <w:num w:numId="13">
    <w:abstractNumId w:val="5"/>
  </w:num>
  <w:num w:numId="14">
    <w:abstractNumId w:val="8"/>
  </w:num>
  <w:num w:numId="15">
    <w:abstractNumId w:val="14"/>
  </w:num>
  <w:num w:numId="16">
    <w:abstractNumId w:val="2"/>
  </w:num>
  <w:num w:numId="17">
    <w:abstractNumId w:val="12"/>
  </w:num>
  <w:num w:numId="18">
    <w:abstractNumId w:val="33"/>
  </w:num>
  <w:num w:numId="19">
    <w:abstractNumId w:val="29"/>
  </w:num>
  <w:num w:numId="20">
    <w:abstractNumId w:val="3"/>
  </w:num>
  <w:num w:numId="21">
    <w:abstractNumId w:val="13"/>
  </w:num>
  <w:num w:numId="22">
    <w:abstractNumId w:val="30"/>
  </w:num>
  <w:num w:numId="23">
    <w:abstractNumId w:val="19"/>
  </w:num>
  <w:num w:numId="24">
    <w:abstractNumId w:val="26"/>
  </w:num>
  <w:num w:numId="25">
    <w:abstractNumId w:val="0"/>
  </w:num>
  <w:num w:numId="26">
    <w:abstractNumId w:val="37"/>
  </w:num>
  <w:num w:numId="27">
    <w:abstractNumId w:val="6"/>
  </w:num>
  <w:num w:numId="28">
    <w:abstractNumId w:val="15"/>
  </w:num>
  <w:num w:numId="29">
    <w:abstractNumId w:val="7"/>
  </w:num>
  <w:num w:numId="30">
    <w:abstractNumId w:val="32"/>
  </w:num>
  <w:num w:numId="31">
    <w:abstractNumId w:val="2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17"/>
  </w:num>
  <w:num w:numId="37">
    <w:abstractNumId w:val="27"/>
  </w:num>
  <w:num w:numId="38">
    <w:abstractNumId w:val="21"/>
  </w:num>
  <w:num w:numId="39">
    <w:abstractNumId w:val="36"/>
  </w:num>
  <w:num w:numId="40">
    <w:abstractNumId w:val="11"/>
  </w:num>
  <w:num w:numId="4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772"/>
    <w:rsid w:val="00003D55"/>
    <w:rsid w:val="000108CA"/>
    <w:rsid w:val="00010FCF"/>
    <w:rsid w:val="00011D6F"/>
    <w:rsid w:val="00013A54"/>
    <w:rsid w:val="000200C3"/>
    <w:rsid w:val="00023291"/>
    <w:rsid w:val="00034D8A"/>
    <w:rsid w:val="000353B1"/>
    <w:rsid w:val="00037FBA"/>
    <w:rsid w:val="00042B55"/>
    <w:rsid w:val="00045412"/>
    <w:rsid w:val="000522D4"/>
    <w:rsid w:val="00054AA6"/>
    <w:rsid w:val="00056BC6"/>
    <w:rsid w:val="00057BC4"/>
    <w:rsid w:val="000639D1"/>
    <w:rsid w:val="000660B7"/>
    <w:rsid w:val="00071A68"/>
    <w:rsid w:val="00075460"/>
    <w:rsid w:val="0007765F"/>
    <w:rsid w:val="000803B7"/>
    <w:rsid w:val="0008350D"/>
    <w:rsid w:val="00085224"/>
    <w:rsid w:val="00085969"/>
    <w:rsid w:val="00095B46"/>
    <w:rsid w:val="00097792"/>
    <w:rsid w:val="000B102C"/>
    <w:rsid w:val="000C21C4"/>
    <w:rsid w:val="000C7FE4"/>
    <w:rsid w:val="000E7BE7"/>
    <w:rsid w:val="000F651E"/>
    <w:rsid w:val="001139A1"/>
    <w:rsid w:val="00113CC7"/>
    <w:rsid w:val="00115BFB"/>
    <w:rsid w:val="00130763"/>
    <w:rsid w:val="00135F00"/>
    <w:rsid w:val="001364EB"/>
    <w:rsid w:val="0013652F"/>
    <w:rsid w:val="00152789"/>
    <w:rsid w:val="00157654"/>
    <w:rsid w:val="00157A24"/>
    <w:rsid w:val="001663E7"/>
    <w:rsid w:val="00170621"/>
    <w:rsid w:val="0017326A"/>
    <w:rsid w:val="00180E60"/>
    <w:rsid w:val="00181D16"/>
    <w:rsid w:val="00186941"/>
    <w:rsid w:val="0018763D"/>
    <w:rsid w:val="00192144"/>
    <w:rsid w:val="00194B4C"/>
    <w:rsid w:val="00195BC7"/>
    <w:rsid w:val="00197A05"/>
    <w:rsid w:val="001A7BAE"/>
    <w:rsid w:val="001C58AB"/>
    <w:rsid w:val="001D27DD"/>
    <w:rsid w:val="001E3B41"/>
    <w:rsid w:val="001E43C4"/>
    <w:rsid w:val="001F45F9"/>
    <w:rsid w:val="001F6A5E"/>
    <w:rsid w:val="00200C2E"/>
    <w:rsid w:val="00200C9E"/>
    <w:rsid w:val="00212B5E"/>
    <w:rsid w:val="00216EAC"/>
    <w:rsid w:val="002222B6"/>
    <w:rsid w:val="002314DD"/>
    <w:rsid w:val="0023595D"/>
    <w:rsid w:val="00235E70"/>
    <w:rsid w:val="00236E60"/>
    <w:rsid w:val="00237E63"/>
    <w:rsid w:val="00241321"/>
    <w:rsid w:val="00246151"/>
    <w:rsid w:val="00251189"/>
    <w:rsid w:val="002645A8"/>
    <w:rsid w:val="00265A08"/>
    <w:rsid w:val="002757E0"/>
    <w:rsid w:val="002812BF"/>
    <w:rsid w:val="00281441"/>
    <w:rsid w:val="00290B39"/>
    <w:rsid w:val="002913F5"/>
    <w:rsid w:val="00292721"/>
    <w:rsid w:val="00292912"/>
    <w:rsid w:val="0029368C"/>
    <w:rsid w:val="002946E9"/>
    <w:rsid w:val="00294AE0"/>
    <w:rsid w:val="002A0C6E"/>
    <w:rsid w:val="002A1513"/>
    <w:rsid w:val="002B44EF"/>
    <w:rsid w:val="002B68A1"/>
    <w:rsid w:val="002C3155"/>
    <w:rsid w:val="002C3F5D"/>
    <w:rsid w:val="002C64FF"/>
    <w:rsid w:val="002C7C6A"/>
    <w:rsid w:val="002D3E45"/>
    <w:rsid w:val="002E0CA4"/>
    <w:rsid w:val="002E56C2"/>
    <w:rsid w:val="002F18E1"/>
    <w:rsid w:val="00306421"/>
    <w:rsid w:val="00307B57"/>
    <w:rsid w:val="00307DC7"/>
    <w:rsid w:val="00320331"/>
    <w:rsid w:val="00341189"/>
    <w:rsid w:val="00345B3A"/>
    <w:rsid w:val="00350ACF"/>
    <w:rsid w:val="003547CA"/>
    <w:rsid w:val="0035638C"/>
    <w:rsid w:val="0035638D"/>
    <w:rsid w:val="0038111D"/>
    <w:rsid w:val="00385249"/>
    <w:rsid w:val="00397CC6"/>
    <w:rsid w:val="003A05B1"/>
    <w:rsid w:val="003A6D7F"/>
    <w:rsid w:val="003B10F4"/>
    <w:rsid w:val="003B3C78"/>
    <w:rsid w:val="003B78B7"/>
    <w:rsid w:val="003C4D89"/>
    <w:rsid w:val="003C566C"/>
    <w:rsid w:val="003C6284"/>
    <w:rsid w:val="003D3CDD"/>
    <w:rsid w:val="003D5E82"/>
    <w:rsid w:val="003D697B"/>
    <w:rsid w:val="003E050A"/>
    <w:rsid w:val="003E48F4"/>
    <w:rsid w:val="003E7801"/>
    <w:rsid w:val="003F2EC5"/>
    <w:rsid w:val="003F3551"/>
    <w:rsid w:val="003F3B29"/>
    <w:rsid w:val="003F55BB"/>
    <w:rsid w:val="00401ECF"/>
    <w:rsid w:val="00406C90"/>
    <w:rsid w:val="00407734"/>
    <w:rsid w:val="004134DE"/>
    <w:rsid w:val="00414539"/>
    <w:rsid w:val="004167C5"/>
    <w:rsid w:val="00422BF3"/>
    <w:rsid w:val="00436FCB"/>
    <w:rsid w:val="00440C46"/>
    <w:rsid w:val="00443291"/>
    <w:rsid w:val="00444363"/>
    <w:rsid w:val="0044532B"/>
    <w:rsid w:val="004460B5"/>
    <w:rsid w:val="004474EB"/>
    <w:rsid w:val="00455138"/>
    <w:rsid w:val="0046104A"/>
    <w:rsid w:val="00470A76"/>
    <w:rsid w:val="00477824"/>
    <w:rsid w:val="0048124E"/>
    <w:rsid w:val="00483661"/>
    <w:rsid w:val="0048410B"/>
    <w:rsid w:val="004859CD"/>
    <w:rsid w:val="0049259E"/>
    <w:rsid w:val="0049289A"/>
    <w:rsid w:val="00495DE1"/>
    <w:rsid w:val="004A74F2"/>
    <w:rsid w:val="004C04D7"/>
    <w:rsid w:val="004C0D6F"/>
    <w:rsid w:val="004C3B7B"/>
    <w:rsid w:val="004C4EAB"/>
    <w:rsid w:val="004C6EF9"/>
    <w:rsid w:val="004E2C4F"/>
    <w:rsid w:val="004E3F1F"/>
    <w:rsid w:val="004E7E87"/>
    <w:rsid w:val="004F41FA"/>
    <w:rsid w:val="00504E35"/>
    <w:rsid w:val="00507E8A"/>
    <w:rsid w:val="0051261D"/>
    <w:rsid w:val="005152AB"/>
    <w:rsid w:val="005257EC"/>
    <w:rsid w:val="00531694"/>
    <w:rsid w:val="00533D43"/>
    <w:rsid w:val="00542E50"/>
    <w:rsid w:val="00545581"/>
    <w:rsid w:val="00546656"/>
    <w:rsid w:val="00556D74"/>
    <w:rsid w:val="005600F2"/>
    <w:rsid w:val="005620C7"/>
    <w:rsid w:val="00564F3E"/>
    <w:rsid w:val="005720E5"/>
    <w:rsid w:val="005915D2"/>
    <w:rsid w:val="00594FC1"/>
    <w:rsid w:val="005A0CDF"/>
    <w:rsid w:val="005A5E89"/>
    <w:rsid w:val="005B1C12"/>
    <w:rsid w:val="005B5873"/>
    <w:rsid w:val="005C255D"/>
    <w:rsid w:val="005C4CB2"/>
    <w:rsid w:val="005C637B"/>
    <w:rsid w:val="005D0B81"/>
    <w:rsid w:val="005E08E4"/>
    <w:rsid w:val="005E141C"/>
    <w:rsid w:val="005E145F"/>
    <w:rsid w:val="005E3E80"/>
    <w:rsid w:val="005E71EE"/>
    <w:rsid w:val="005F10B6"/>
    <w:rsid w:val="005F31FB"/>
    <w:rsid w:val="005F54C1"/>
    <w:rsid w:val="005F6445"/>
    <w:rsid w:val="006056A8"/>
    <w:rsid w:val="00616D1B"/>
    <w:rsid w:val="0062246E"/>
    <w:rsid w:val="00631320"/>
    <w:rsid w:val="0063137D"/>
    <w:rsid w:val="00650CC8"/>
    <w:rsid w:val="00664CFB"/>
    <w:rsid w:val="00671D0F"/>
    <w:rsid w:val="006742F4"/>
    <w:rsid w:val="00693AAC"/>
    <w:rsid w:val="00697713"/>
    <w:rsid w:val="006A49C4"/>
    <w:rsid w:val="006A6696"/>
    <w:rsid w:val="006A67D7"/>
    <w:rsid w:val="006B2CFB"/>
    <w:rsid w:val="006B6569"/>
    <w:rsid w:val="006B6C3A"/>
    <w:rsid w:val="006C1B95"/>
    <w:rsid w:val="006C4F05"/>
    <w:rsid w:val="006C59FA"/>
    <w:rsid w:val="006D281E"/>
    <w:rsid w:val="006E7132"/>
    <w:rsid w:val="006F2C5A"/>
    <w:rsid w:val="006F5736"/>
    <w:rsid w:val="00721AF7"/>
    <w:rsid w:val="00722F05"/>
    <w:rsid w:val="00726284"/>
    <w:rsid w:val="00733ECC"/>
    <w:rsid w:val="00742BB3"/>
    <w:rsid w:val="0074332F"/>
    <w:rsid w:val="00762CA7"/>
    <w:rsid w:val="00763179"/>
    <w:rsid w:val="007667D5"/>
    <w:rsid w:val="007711C8"/>
    <w:rsid w:val="007763F4"/>
    <w:rsid w:val="00782426"/>
    <w:rsid w:val="00782E5E"/>
    <w:rsid w:val="007841BF"/>
    <w:rsid w:val="0078773F"/>
    <w:rsid w:val="00787DC7"/>
    <w:rsid w:val="00796547"/>
    <w:rsid w:val="007A2FD3"/>
    <w:rsid w:val="007B2788"/>
    <w:rsid w:val="007B732A"/>
    <w:rsid w:val="007C2380"/>
    <w:rsid w:val="007C24FE"/>
    <w:rsid w:val="007C3A42"/>
    <w:rsid w:val="007C6504"/>
    <w:rsid w:val="007C7543"/>
    <w:rsid w:val="007C7D4D"/>
    <w:rsid w:val="007D0C65"/>
    <w:rsid w:val="007D3E92"/>
    <w:rsid w:val="007D6394"/>
    <w:rsid w:val="007E68FF"/>
    <w:rsid w:val="007F47DA"/>
    <w:rsid w:val="0080111A"/>
    <w:rsid w:val="008018A9"/>
    <w:rsid w:val="00811572"/>
    <w:rsid w:val="00811820"/>
    <w:rsid w:val="00817947"/>
    <w:rsid w:val="008211BA"/>
    <w:rsid w:val="0082346F"/>
    <w:rsid w:val="00826098"/>
    <w:rsid w:val="00831561"/>
    <w:rsid w:val="00831A4B"/>
    <w:rsid w:val="00836506"/>
    <w:rsid w:val="008373C0"/>
    <w:rsid w:val="0084212B"/>
    <w:rsid w:val="0084775F"/>
    <w:rsid w:val="008501E9"/>
    <w:rsid w:val="00850DF8"/>
    <w:rsid w:val="0085279B"/>
    <w:rsid w:val="00852A35"/>
    <w:rsid w:val="00853947"/>
    <w:rsid w:val="0086668F"/>
    <w:rsid w:val="0087457F"/>
    <w:rsid w:val="0089291A"/>
    <w:rsid w:val="00892E5F"/>
    <w:rsid w:val="0089431C"/>
    <w:rsid w:val="00895ADD"/>
    <w:rsid w:val="00897809"/>
    <w:rsid w:val="008A54F1"/>
    <w:rsid w:val="008A5EDA"/>
    <w:rsid w:val="008B09D3"/>
    <w:rsid w:val="008B207F"/>
    <w:rsid w:val="008B2ADA"/>
    <w:rsid w:val="008B75A4"/>
    <w:rsid w:val="008C2EFB"/>
    <w:rsid w:val="008C2F68"/>
    <w:rsid w:val="008D2113"/>
    <w:rsid w:val="008D5BA9"/>
    <w:rsid w:val="008E2C6B"/>
    <w:rsid w:val="008E59CF"/>
    <w:rsid w:val="008F4DC3"/>
    <w:rsid w:val="008F6C3F"/>
    <w:rsid w:val="008F7275"/>
    <w:rsid w:val="00902879"/>
    <w:rsid w:val="00905CDE"/>
    <w:rsid w:val="00912B02"/>
    <w:rsid w:val="00917B22"/>
    <w:rsid w:val="00920730"/>
    <w:rsid w:val="00921B92"/>
    <w:rsid w:val="009307C4"/>
    <w:rsid w:val="00932D02"/>
    <w:rsid w:val="009408FD"/>
    <w:rsid w:val="00945E6E"/>
    <w:rsid w:val="009576D3"/>
    <w:rsid w:val="009620C5"/>
    <w:rsid w:val="00965A2E"/>
    <w:rsid w:val="00966FD8"/>
    <w:rsid w:val="0098258A"/>
    <w:rsid w:val="00982A49"/>
    <w:rsid w:val="009839D6"/>
    <w:rsid w:val="00992228"/>
    <w:rsid w:val="009A667B"/>
    <w:rsid w:val="009B08A0"/>
    <w:rsid w:val="009B27F0"/>
    <w:rsid w:val="009C32D6"/>
    <w:rsid w:val="009D3798"/>
    <w:rsid w:val="009D3D93"/>
    <w:rsid w:val="009E1795"/>
    <w:rsid w:val="009E51C8"/>
    <w:rsid w:val="009E57C5"/>
    <w:rsid w:val="009F27B4"/>
    <w:rsid w:val="009F5AA9"/>
    <w:rsid w:val="009F5E39"/>
    <w:rsid w:val="009F6AB2"/>
    <w:rsid w:val="00A0508A"/>
    <w:rsid w:val="00A078D7"/>
    <w:rsid w:val="00A12845"/>
    <w:rsid w:val="00A14EC3"/>
    <w:rsid w:val="00A1618C"/>
    <w:rsid w:val="00A20455"/>
    <w:rsid w:val="00A21CF9"/>
    <w:rsid w:val="00A25F02"/>
    <w:rsid w:val="00A27C81"/>
    <w:rsid w:val="00A27EC0"/>
    <w:rsid w:val="00A31038"/>
    <w:rsid w:val="00A367E3"/>
    <w:rsid w:val="00A55540"/>
    <w:rsid w:val="00A571D3"/>
    <w:rsid w:val="00A61876"/>
    <w:rsid w:val="00A70F95"/>
    <w:rsid w:val="00A74C36"/>
    <w:rsid w:val="00A8419F"/>
    <w:rsid w:val="00A9676B"/>
    <w:rsid w:val="00AA1E5B"/>
    <w:rsid w:val="00AC31B8"/>
    <w:rsid w:val="00AC4105"/>
    <w:rsid w:val="00AC625B"/>
    <w:rsid w:val="00AC7B29"/>
    <w:rsid w:val="00AD2090"/>
    <w:rsid w:val="00AD35A5"/>
    <w:rsid w:val="00AD5059"/>
    <w:rsid w:val="00AD5655"/>
    <w:rsid w:val="00AE1D26"/>
    <w:rsid w:val="00AE3574"/>
    <w:rsid w:val="00AE53D9"/>
    <w:rsid w:val="00AE7333"/>
    <w:rsid w:val="00B02E78"/>
    <w:rsid w:val="00B07016"/>
    <w:rsid w:val="00B076DC"/>
    <w:rsid w:val="00B1047E"/>
    <w:rsid w:val="00B11CBE"/>
    <w:rsid w:val="00B16920"/>
    <w:rsid w:val="00B23166"/>
    <w:rsid w:val="00B24151"/>
    <w:rsid w:val="00B32993"/>
    <w:rsid w:val="00B4129E"/>
    <w:rsid w:val="00B41EB1"/>
    <w:rsid w:val="00B43FF5"/>
    <w:rsid w:val="00B570FA"/>
    <w:rsid w:val="00B64C48"/>
    <w:rsid w:val="00B675B0"/>
    <w:rsid w:val="00B67CCB"/>
    <w:rsid w:val="00B72177"/>
    <w:rsid w:val="00B728C6"/>
    <w:rsid w:val="00B754AC"/>
    <w:rsid w:val="00B872D2"/>
    <w:rsid w:val="00BC1EAD"/>
    <w:rsid w:val="00BC2B3E"/>
    <w:rsid w:val="00BD71FF"/>
    <w:rsid w:val="00BE426A"/>
    <w:rsid w:val="00BF2661"/>
    <w:rsid w:val="00BF301C"/>
    <w:rsid w:val="00BF53DC"/>
    <w:rsid w:val="00BF77DB"/>
    <w:rsid w:val="00C14AB2"/>
    <w:rsid w:val="00C156E9"/>
    <w:rsid w:val="00C2709E"/>
    <w:rsid w:val="00C3293C"/>
    <w:rsid w:val="00C447A0"/>
    <w:rsid w:val="00C54EDE"/>
    <w:rsid w:val="00C56D8B"/>
    <w:rsid w:val="00C661D4"/>
    <w:rsid w:val="00C73110"/>
    <w:rsid w:val="00C80C6B"/>
    <w:rsid w:val="00C92996"/>
    <w:rsid w:val="00C964D4"/>
    <w:rsid w:val="00CA22D1"/>
    <w:rsid w:val="00CA3D2E"/>
    <w:rsid w:val="00CA4732"/>
    <w:rsid w:val="00CA4D0F"/>
    <w:rsid w:val="00CA6D6A"/>
    <w:rsid w:val="00CC0595"/>
    <w:rsid w:val="00CC43F9"/>
    <w:rsid w:val="00CC5497"/>
    <w:rsid w:val="00CE3343"/>
    <w:rsid w:val="00CE5591"/>
    <w:rsid w:val="00CE5838"/>
    <w:rsid w:val="00CF289D"/>
    <w:rsid w:val="00CF7B46"/>
    <w:rsid w:val="00D04835"/>
    <w:rsid w:val="00D06C7D"/>
    <w:rsid w:val="00D10F8A"/>
    <w:rsid w:val="00D16A36"/>
    <w:rsid w:val="00D20C30"/>
    <w:rsid w:val="00D21664"/>
    <w:rsid w:val="00D229E9"/>
    <w:rsid w:val="00D251F5"/>
    <w:rsid w:val="00D31E0B"/>
    <w:rsid w:val="00D3214F"/>
    <w:rsid w:val="00D41557"/>
    <w:rsid w:val="00D4172B"/>
    <w:rsid w:val="00D42AC2"/>
    <w:rsid w:val="00D44B1E"/>
    <w:rsid w:val="00D45375"/>
    <w:rsid w:val="00D5117C"/>
    <w:rsid w:val="00D55D9A"/>
    <w:rsid w:val="00D5670E"/>
    <w:rsid w:val="00D575E8"/>
    <w:rsid w:val="00D63657"/>
    <w:rsid w:val="00D67629"/>
    <w:rsid w:val="00D948EC"/>
    <w:rsid w:val="00D97209"/>
    <w:rsid w:val="00DA72D7"/>
    <w:rsid w:val="00DB1E4C"/>
    <w:rsid w:val="00DB3E9E"/>
    <w:rsid w:val="00DB5AA6"/>
    <w:rsid w:val="00DB6E5A"/>
    <w:rsid w:val="00DC03D3"/>
    <w:rsid w:val="00DC3C9B"/>
    <w:rsid w:val="00DC7056"/>
    <w:rsid w:val="00DD0D8E"/>
    <w:rsid w:val="00DD1D3D"/>
    <w:rsid w:val="00DD2D50"/>
    <w:rsid w:val="00DD471D"/>
    <w:rsid w:val="00DD6D2B"/>
    <w:rsid w:val="00DD7AE6"/>
    <w:rsid w:val="00DE3685"/>
    <w:rsid w:val="00E07C75"/>
    <w:rsid w:val="00E1556E"/>
    <w:rsid w:val="00E15682"/>
    <w:rsid w:val="00E1637F"/>
    <w:rsid w:val="00E20E96"/>
    <w:rsid w:val="00E22120"/>
    <w:rsid w:val="00E26FAA"/>
    <w:rsid w:val="00E2738F"/>
    <w:rsid w:val="00E31D42"/>
    <w:rsid w:val="00E33292"/>
    <w:rsid w:val="00E341F1"/>
    <w:rsid w:val="00E34205"/>
    <w:rsid w:val="00E53F4E"/>
    <w:rsid w:val="00E61E3A"/>
    <w:rsid w:val="00E65F2B"/>
    <w:rsid w:val="00E72F1D"/>
    <w:rsid w:val="00E7410F"/>
    <w:rsid w:val="00E822EF"/>
    <w:rsid w:val="00E84B40"/>
    <w:rsid w:val="00E931C4"/>
    <w:rsid w:val="00E94D56"/>
    <w:rsid w:val="00EA0B0E"/>
    <w:rsid w:val="00EB298F"/>
    <w:rsid w:val="00EB31A3"/>
    <w:rsid w:val="00EB44C1"/>
    <w:rsid w:val="00EC0F55"/>
    <w:rsid w:val="00EC1006"/>
    <w:rsid w:val="00ED17CE"/>
    <w:rsid w:val="00ED353C"/>
    <w:rsid w:val="00EF3DBD"/>
    <w:rsid w:val="00F007BE"/>
    <w:rsid w:val="00F37394"/>
    <w:rsid w:val="00F45772"/>
    <w:rsid w:val="00F50035"/>
    <w:rsid w:val="00F618FE"/>
    <w:rsid w:val="00F64483"/>
    <w:rsid w:val="00F72501"/>
    <w:rsid w:val="00F75A43"/>
    <w:rsid w:val="00F91400"/>
    <w:rsid w:val="00FA1A32"/>
    <w:rsid w:val="00FA51CC"/>
    <w:rsid w:val="00FC6472"/>
    <w:rsid w:val="00FD43E9"/>
    <w:rsid w:val="00FD5D00"/>
    <w:rsid w:val="00FF511F"/>
    <w:rsid w:val="00FF5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551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1D6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1D6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F3551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NoSpacing">
    <w:name w:val="No Spacing"/>
    <w:uiPriority w:val="99"/>
    <w:qFormat/>
    <w:rsid w:val="00D4172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A0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05B1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02329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023291"/>
    <w:rPr>
      <w:sz w:val="19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023291"/>
    <w:pPr>
      <w:shd w:val="clear" w:color="auto" w:fill="FFFFFF"/>
      <w:spacing w:after="0" w:line="240" w:lineRule="atLeast"/>
      <w:jc w:val="both"/>
    </w:pPr>
    <w:rPr>
      <w:rFonts w:eastAsia="Calibri"/>
      <w:sz w:val="19"/>
      <w:szCs w:val="19"/>
    </w:rPr>
  </w:style>
  <w:style w:type="character" w:styleId="IntenseEmphasis">
    <w:name w:val="Intense Emphasis"/>
    <w:basedOn w:val="DefaultParagraphFont"/>
    <w:uiPriority w:val="99"/>
    <w:qFormat/>
    <w:rsid w:val="008D5BA9"/>
    <w:rPr>
      <w:rFonts w:cs="Times New Roman"/>
      <w:b/>
      <w:bCs/>
      <w:i/>
      <w:iCs/>
      <w:color w:val="4F81BD"/>
    </w:rPr>
  </w:style>
  <w:style w:type="character" w:styleId="Emphasis">
    <w:name w:val="Emphasis"/>
    <w:basedOn w:val="DefaultParagraphFont"/>
    <w:uiPriority w:val="99"/>
    <w:qFormat/>
    <w:rsid w:val="008D5BA9"/>
    <w:rPr>
      <w:rFonts w:cs="Times New Roman"/>
      <w:i/>
      <w:iCs/>
    </w:rPr>
  </w:style>
  <w:style w:type="paragraph" w:customStyle="1" w:styleId="2-">
    <w:name w:val="Рег. Заголовок 2-го уровня регламента"/>
    <w:basedOn w:val="ConsPlusNormal"/>
    <w:uiPriority w:val="99"/>
    <w:rsid w:val="005B1C12"/>
    <w:pPr>
      <w:widowControl/>
      <w:numPr>
        <w:numId w:val="1"/>
      </w:numPr>
      <w:adjustRightInd w:val="0"/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Normal"/>
    <w:uiPriority w:val="99"/>
    <w:rsid w:val="005B1C12"/>
    <w:pPr>
      <w:numPr>
        <w:ilvl w:val="2"/>
        <w:numId w:val="1"/>
      </w:numPr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uiPriority w:val="99"/>
    <w:rsid w:val="005B1C12"/>
    <w:pPr>
      <w:widowControl/>
      <w:numPr>
        <w:ilvl w:val="1"/>
        <w:numId w:val="1"/>
      </w:numPr>
      <w:adjustRightInd w:val="0"/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5B1C12"/>
    <w:pPr>
      <w:spacing w:after="0" w:line="240" w:lineRule="auto"/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a">
    <w:name w:val="Гипертекстовая ссылка"/>
    <w:basedOn w:val="DefaultParagraphFont"/>
    <w:uiPriority w:val="99"/>
    <w:rsid w:val="00011D6F"/>
    <w:rPr>
      <w:rFonts w:cs="Times New Roman"/>
      <w:color w:val="106BBE"/>
    </w:rPr>
  </w:style>
  <w:style w:type="paragraph" w:customStyle="1" w:styleId="a0">
    <w:name w:val="Комментарий"/>
    <w:basedOn w:val="Normal"/>
    <w:next w:val="Normal"/>
    <w:uiPriority w:val="99"/>
    <w:rsid w:val="00011D6F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1">
    <w:name w:val="Информация об изменениях документа"/>
    <w:basedOn w:val="a0"/>
    <w:next w:val="Normal"/>
    <w:uiPriority w:val="99"/>
    <w:rsid w:val="00011D6F"/>
    <w:rPr>
      <w:i/>
      <w:iCs/>
    </w:rPr>
  </w:style>
  <w:style w:type="paragraph" w:customStyle="1" w:styleId="juscontext">
    <w:name w:val="juscontext"/>
    <w:basedOn w:val="Normal"/>
    <w:uiPriority w:val="99"/>
    <w:rsid w:val="00A967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rsid w:val="007B73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Заголовок №2"/>
    <w:uiPriority w:val="99"/>
    <w:rsid w:val="003D3CDD"/>
    <w:rPr>
      <w:rFonts w:ascii="Times New Roman" w:hAnsi="Times New Roman"/>
      <w:spacing w:val="0"/>
      <w:sz w:val="22"/>
    </w:rPr>
  </w:style>
  <w:style w:type="character" w:customStyle="1" w:styleId="a2">
    <w:name w:val="Основной текст_"/>
    <w:link w:val="20"/>
    <w:uiPriority w:val="99"/>
    <w:locked/>
    <w:rsid w:val="003D3CDD"/>
    <w:rPr>
      <w:rFonts w:ascii="Times New Roman" w:hAnsi="Times New Roman"/>
      <w:sz w:val="23"/>
      <w:shd w:val="clear" w:color="auto" w:fill="FFFFFF"/>
    </w:rPr>
  </w:style>
  <w:style w:type="character" w:customStyle="1" w:styleId="1">
    <w:name w:val="Основной текст1"/>
    <w:uiPriority w:val="99"/>
    <w:rsid w:val="003D3CDD"/>
  </w:style>
  <w:style w:type="character" w:customStyle="1" w:styleId="1pt">
    <w:name w:val="Основной текст + Интервал 1 pt"/>
    <w:uiPriority w:val="99"/>
    <w:rsid w:val="003D3CDD"/>
    <w:rPr>
      <w:rFonts w:ascii="Times New Roman" w:hAnsi="Times New Roman"/>
      <w:spacing w:val="30"/>
      <w:sz w:val="23"/>
      <w:shd w:val="clear" w:color="auto" w:fill="FFFFFF"/>
    </w:rPr>
  </w:style>
  <w:style w:type="character" w:customStyle="1" w:styleId="a3">
    <w:name w:val="Основной текст + Курсив"/>
    <w:uiPriority w:val="99"/>
    <w:rsid w:val="003D3CDD"/>
    <w:rPr>
      <w:rFonts w:ascii="Times New Roman" w:hAnsi="Times New Roman"/>
      <w:i/>
      <w:sz w:val="23"/>
      <w:shd w:val="clear" w:color="auto" w:fill="FFFFFF"/>
    </w:rPr>
  </w:style>
  <w:style w:type="paragraph" w:customStyle="1" w:styleId="20">
    <w:name w:val="Основной текст2"/>
    <w:basedOn w:val="Normal"/>
    <w:link w:val="a2"/>
    <w:uiPriority w:val="99"/>
    <w:rsid w:val="003D3CDD"/>
    <w:pPr>
      <w:shd w:val="clear" w:color="auto" w:fill="FFFFFF"/>
      <w:spacing w:before="240" w:after="240" w:line="259" w:lineRule="exact"/>
      <w:jc w:val="both"/>
    </w:pPr>
    <w:rPr>
      <w:rFonts w:ascii="Times New Roman" w:hAnsi="Times New Roman"/>
      <w:sz w:val="23"/>
      <w:szCs w:val="23"/>
    </w:rPr>
  </w:style>
  <w:style w:type="character" w:customStyle="1" w:styleId="7">
    <w:name w:val="Основной текст (7)_"/>
    <w:link w:val="70"/>
    <w:uiPriority w:val="99"/>
    <w:locked/>
    <w:rsid w:val="003D3CDD"/>
    <w:rPr>
      <w:rFonts w:ascii="Times New Roman" w:hAnsi="Times New Roman"/>
      <w:shd w:val="clear" w:color="auto" w:fill="FFFFFF"/>
    </w:rPr>
  </w:style>
  <w:style w:type="paragraph" w:customStyle="1" w:styleId="70">
    <w:name w:val="Основной текст (7)"/>
    <w:basedOn w:val="Normal"/>
    <w:link w:val="7"/>
    <w:uiPriority w:val="99"/>
    <w:rsid w:val="003D3CDD"/>
    <w:pPr>
      <w:shd w:val="clear" w:color="auto" w:fill="FFFFFF"/>
      <w:spacing w:before="240" w:after="240" w:line="317" w:lineRule="exact"/>
      <w:jc w:val="center"/>
    </w:pPr>
    <w:rPr>
      <w:rFonts w:ascii="Times New Roman" w:hAnsi="Times New Roman"/>
      <w:sz w:val="20"/>
      <w:szCs w:val="20"/>
    </w:rPr>
  </w:style>
  <w:style w:type="table" w:styleId="TableGrid">
    <w:name w:val="Table Grid"/>
    <w:basedOn w:val="TableNormal"/>
    <w:uiPriority w:val="99"/>
    <w:rsid w:val="00A1618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CA3D2E"/>
    <w:pPr>
      <w:widowControl w:val="0"/>
      <w:suppressAutoHyphens/>
      <w:autoSpaceDN w:val="0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customStyle="1" w:styleId="text1cl">
    <w:name w:val="text1cl"/>
    <w:basedOn w:val="Normal"/>
    <w:uiPriority w:val="99"/>
    <w:rsid w:val="00CA3D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5E3E80"/>
    <w:rPr>
      <w:rFonts w:cs="Times New Roman"/>
      <w:color w:val="0000FF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AD5655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9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250</Words>
  <Characters>1430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Пряникова_Н_С</cp:lastModifiedBy>
  <cp:revision>14</cp:revision>
  <cp:lastPrinted>2019-10-31T11:55:00Z</cp:lastPrinted>
  <dcterms:created xsi:type="dcterms:W3CDTF">2019-10-31T08:11:00Z</dcterms:created>
  <dcterms:modified xsi:type="dcterms:W3CDTF">2019-11-12T08:35:00Z</dcterms:modified>
</cp:coreProperties>
</file>